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DA7FC3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653CFF" w:rsidRPr="00653CF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Document62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86D" w:rsidRDefault="0022486D" w:rsidP="004A1C66">
      <w:r>
        <w:separator/>
      </w:r>
    </w:p>
  </w:endnote>
  <w:endnote w:type="continuationSeparator" w:id="0">
    <w:p w:rsidR="0022486D" w:rsidRDefault="0022486D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86D" w:rsidRDefault="0022486D" w:rsidP="004A1C66">
      <w:r>
        <w:separator/>
      </w:r>
    </w:p>
  </w:footnote>
  <w:footnote w:type="continuationSeparator" w:id="0">
    <w:p w:rsidR="0022486D" w:rsidRDefault="0022486D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C33"/>
    <w:rsid w:val="000248E2"/>
    <w:rsid w:val="000A0C33"/>
    <w:rsid w:val="001B0A83"/>
    <w:rsid w:val="001C5B15"/>
    <w:rsid w:val="0022486D"/>
    <w:rsid w:val="00242D79"/>
    <w:rsid w:val="00290E04"/>
    <w:rsid w:val="003833EB"/>
    <w:rsid w:val="003B785F"/>
    <w:rsid w:val="004A1C66"/>
    <w:rsid w:val="004B270D"/>
    <w:rsid w:val="004D05E9"/>
    <w:rsid w:val="004E6D2D"/>
    <w:rsid w:val="005212FF"/>
    <w:rsid w:val="005666CA"/>
    <w:rsid w:val="00635C2C"/>
    <w:rsid w:val="00653CFF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B53200"/>
    <w:rsid w:val="00CE4705"/>
    <w:rsid w:val="00DA7FC3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2015-03-09T04:20:00Z</dcterms:created>
  <dcterms:modified xsi:type="dcterms:W3CDTF">2015-03-09T04:20:00Z</dcterms:modified>
</cp:coreProperties>
</file>